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7777777" w:rsidR="00055BC9" w:rsidRDefault="00055BC9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7777777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137471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34C56B28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</w:t>
                                </w:r>
                                <w:r w:rsidR="0084234C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d’Infrastructure de la Défense Sud Est (SID SE)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8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34C56B28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</w:t>
                          </w:r>
                          <w:r w:rsidR="0084234C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d’Infrastructure de la Défense Sud Est (SID SE)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1374714">
                    <wp:simplePos x="0" y="0"/>
                    <wp:positionH relativeFrom="margin">
                      <wp:posOffset>5397260</wp:posOffset>
                    </wp:positionH>
                    <wp:positionV relativeFrom="page">
                      <wp:posOffset>249555</wp:posOffset>
                    </wp:positionV>
                    <wp:extent cx="1031875" cy="646981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031875" cy="64698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FC7C2F1" w:rsidR="00313E59" w:rsidRDefault="002B0641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25 296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9" style="position:absolute;left:0;text-align:left;margin-left:425pt;margin-top:19.65pt;width:81.25pt;height:50.9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FC7C2F1" w:rsidR="00313E59" w:rsidRDefault="002B0641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25 296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4E435A4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84234C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LYON</w:t>
                                </w:r>
                              </w:p>
                              <w:p w14:paraId="51374730" w14:textId="7777777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Représenté par le chef de la section ingénierie de la maintenance (SIM)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4E435A4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84234C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LYON</w:t>
                          </w:r>
                        </w:p>
                        <w:p w14:paraId="51374730" w14:textId="7777777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Représenté par le chef de la section ingénierie de la maintenance (SIM)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3809588B" w14:textId="0B2F929A" w:rsidR="00D52343" w:rsidRDefault="00D52343" w:rsidP="00432FF6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D5234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Lyon (69) - 7RMAT </w:t>
                                </w:r>
                                <w:r w:rsidR="002B0641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–</w:t>
                                </w:r>
                                <w:r w:rsidRPr="00D5234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2B0641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VOIES FERREES - </w:t>
                                </w:r>
                                <w:r w:rsidRPr="00D5234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Maintien en condition des rails suite aux contrôles annuels</w:t>
                                </w:r>
                              </w:p>
                              <w:p w14:paraId="04E5127E" w14:textId="77777777" w:rsidR="00D52343" w:rsidRDefault="00D52343" w:rsidP="00432FF6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374734" w14:textId="5996AFDA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84234C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Rhône (69)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3809588B" w14:textId="0B2F929A" w:rsidR="00D52343" w:rsidRDefault="00D52343" w:rsidP="00432FF6">
                          <w:pP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D5234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Lyon (69) - 7RMAT </w:t>
                          </w:r>
                          <w:r w:rsidR="002B0641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–</w:t>
                          </w:r>
                          <w:r w:rsidRPr="00D5234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</w:t>
                          </w:r>
                          <w:r w:rsidR="002B0641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VOIES FERREES - </w:t>
                          </w:r>
                          <w:r w:rsidRPr="00D5234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Maintien en condition des rails suite aux contrôles annuels</w:t>
                          </w:r>
                        </w:p>
                        <w:p w14:paraId="04E5127E" w14:textId="77777777" w:rsidR="00D52343" w:rsidRDefault="00D52343" w:rsidP="00432FF6">
                          <w:pP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51374734" w14:textId="5996AFDA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84234C">
                            <w:rPr>
                              <w:rFonts w:cs="Arial"/>
                              <w:sz w:val="22"/>
                              <w:szCs w:val="22"/>
                            </w:rPr>
                            <w:t>Rhône (69)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5FBFC605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C10B7D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4B790479" w:rsidR="003474AD" w:rsidRPr="001D569F" w:rsidRDefault="005E15D9" w:rsidP="00B76DD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589" w:hanging="425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 xml:space="preserve">Gestion des </w:t>
            </w:r>
            <w:r w:rsidR="00B76DD2">
              <w:rPr>
                <w:b/>
                <w:bCs/>
              </w:rPr>
              <w:t>matériaux de construction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B76DD2">
              <w:rPr>
                <w:b/>
                <w:bCs/>
              </w:rPr>
              <w:t>2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513746FC" w14:textId="0264FC0B" w:rsidR="00590B00" w:rsidRPr="00B76DD2" w:rsidRDefault="00B76DD2" w:rsidP="00B76DD2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76DD2">
              <w:rPr>
                <w:sz w:val="18"/>
                <w:szCs w:val="18"/>
              </w:rPr>
              <w:t>Le candidat présente son protocole d’analyses et risques nécessaires au traitement de l’ensemble des déchets. (Réemploi/réutilisation)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3528AEB5" w:rsidR="003474AD" w:rsidRPr="00B76DD2" w:rsidRDefault="003474AD" w:rsidP="00B76DD2">
            <w:pPr>
              <w:autoSpaceDE w:val="0"/>
              <w:autoSpaceDN w:val="0"/>
              <w:adjustRightInd w:val="0"/>
              <w:ind w:left="589" w:hanging="425"/>
              <w:rPr>
                <w:i/>
                <w:iCs/>
                <w:sz w:val="16"/>
                <w:szCs w:val="16"/>
              </w:rPr>
            </w:pPr>
            <w:r w:rsidRPr="00B76DD2">
              <w:rPr>
                <w:b/>
                <w:bCs/>
              </w:rPr>
              <w:t xml:space="preserve">2. </w:t>
            </w:r>
            <w:r w:rsidR="00590B00" w:rsidRPr="00B76DD2">
              <w:rPr>
                <w:b/>
                <w:bCs/>
              </w:rPr>
              <w:t>Gestion des déchets</w:t>
            </w:r>
            <w:r w:rsidR="00590B00" w:rsidRPr="00B76DD2">
              <w:rPr>
                <w:rFonts w:ascii="Calibri" w:hAnsi="Calibri" w:cs="Calibri"/>
                <w:b/>
                <w:bCs/>
              </w:rPr>
              <w:t> </w:t>
            </w:r>
            <w:r w:rsidR="00590B00" w:rsidRPr="00B76DD2">
              <w:rPr>
                <w:b/>
                <w:bCs/>
              </w:rPr>
              <w:t xml:space="preserve">: </w:t>
            </w:r>
            <w:r w:rsidR="00B76DD2" w:rsidRPr="00B76DD2">
              <w:rPr>
                <w:b/>
                <w:bCs/>
              </w:rPr>
              <w:t>2</w:t>
            </w:r>
            <w:r w:rsidR="00590B00" w:rsidRPr="00B76DD2">
              <w:rPr>
                <w:b/>
                <w:bCs/>
              </w:rPr>
              <w:t xml:space="preserve"> points</w:t>
            </w:r>
          </w:p>
          <w:p w14:paraId="51374701" w14:textId="1AF2F415" w:rsidR="003474AD" w:rsidRPr="00B76DD2" w:rsidRDefault="003474AD" w:rsidP="00B76DD2">
            <w:pPr>
              <w:autoSpaceDE w:val="0"/>
              <w:autoSpaceDN w:val="0"/>
              <w:adjustRightInd w:val="0"/>
              <w:ind w:left="589" w:hanging="425"/>
              <w:rPr>
                <w:b/>
                <w:bCs/>
              </w:rPr>
            </w:pPr>
            <w:r w:rsidRPr="00B76DD2">
              <w:rPr>
                <w:sz w:val="18"/>
                <w:szCs w:val="18"/>
              </w:rPr>
              <w:t xml:space="preserve">- </w:t>
            </w:r>
            <w:r w:rsidR="00F37A59" w:rsidRPr="00B76DD2">
              <w:rPr>
                <w:sz w:val="18"/>
                <w:szCs w:val="18"/>
              </w:rPr>
              <w:t xml:space="preserve"> </w:t>
            </w:r>
            <w:r w:rsidR="00B76DD2">
              <w:rPr>
                <w:sz w:val="18"/>
                <w:szCs w:val="18"/>
              </w:rPr>
              <w:t xml:space="preserve">  </w:t>
            </w:r>
            <w:r w:rsidR="00B76DD2" w:rsidRPr="00B76DD2">
              <w:rPr>
                <w:sz w:val="18"/>
                <w:szCs w:val="18"/>
              </w:rPr>
              <w:t>Le candidat décrit la filière et les documents à transmettre pour le suivi et la traçabilité de l’ensemble des déchets. (Délai de fourniture des pièces, identification et type de bordereau…)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7C6B9D1A" w:rsidR="003474AD" w:rsidRPr="00B76DD2" w:rsidRDefault="003474AD" w:rsidP="00B76DD2">
            <w:pPr>
              <w:autoSpaceDE w:val="0"/>
              <w:autoSpaceDN w:val="0"/>
              <w:adjustRightInd w:val="0"/>
              <w:ind w:left="589" w:hanging="425"/>
              <w:rPr>
                <w:rFonts w:ascii="Times New Roman,Bold" w:hAnsi="Times New Roman,Bold" w:cs="Times New Roman,Bold"/>
                <w:b/>
                <w:bCs/>
              </w:rPr>
            </w:pPr>
            <w:r w:rsidRPr="00B76DD2">
              <w:rPr>
                <w:b/>
                <w:bCs/>
              </w:rPr>
              <w:t xml:space="preserve">3. </w:t>
            </w:r>
            <w:r w:rsidR="00590B00" w:rsidRPr="00B76DD2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B76DD2">
              <w:rPr>
                <w:b/>
                <w:bCs/>
              </w:rPr>
              <w:t>éco-responsables</w:t>
            </w:r>
            <w:proofErr w:type="spellEnd"/>
            <w:r w:rsidRPr="00B76DD2">
              <w:rPr>
                <w:b/>
                <w:bCs/>
              </w:rPr>
              <w:t xml:space="preserve"> : </w:t>
            </w:r>
            <w:r w:rsidR="00B76DD2" w:rsidRPr="00B76DD2">
              <w:rPr>
                <w:b/>
                <w:bCs/>
              </w:rPr>
              <w:t>1</w:t>
            </w:r>
            <w:r w:rsidRPr="00B76DD2">
              <w:rPr>
                <w:b/>
                <w:bCs/>
              </w:rPr>
              <w:t xml:space="preserve"> points</w:t>
            </w:r>
          </w:p>
          <w:p w14:paraId="51374705" w14:textId="4ACCEFF6" w:rsidR="003474AD" w:rsidRPr="00B76DD2" w:rsidRDefault="00B76DD2" w:rsidP="00B76DD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589" w:hanging="425"/>
              <w:rPr>
                <w:b/>
                <w:bCs/>
              </w:rPr>
            </w:pPr>
            <w:r w:rsidRPr="00B76DD2">
              <w:rPr>
                <w:sz w:val="18"/>
                <w:szCs w:val="18"/>
              </w:rPr>
              <w:t>Le candidat décrit les mesures prises pour limiter l’impact carbone de son activité dans les déplacements ou dans les approvisionnements.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5137470C" w14:textId="77777777" w:rsidR="003474AD" w:rsidRDefault="003474AD" w:rsidP="003474AD">
      <w:bookmarkStart w:id="1" w:name="_GoBack"/>
      <w:bookmarkEnd w:id="0"/>
      <w:bookmarkEnd w:id="1"/>
    </w:p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2317C" w14:textId="77777777" w:rsidR="00C10B7D" w:rsidRDefault="00C10B7D" w:rsidP="00EA6B59">
      <w:pPr>
        <w:spacing w:after="0" w:line="240" w:lineRule="auto"/>
      </w:pPr>
      <w:r>
        <w:separator/>
      </w:r>
    </w:p>
  </w:endnote>
  <w:endnote w:type="continuationSeparator" w:id="0">
    <w:p w14:paraId="137D9A47" w14:textId="77777777" w:rsidR="00C10B7D" w:rsidRDefault="00C10B7D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C10B7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5DC5" w14:textId="77777777" w:rsidR="00C10B7D" w:rsidRDefault="00C10B7D" w:rsidP="00EA6B59">
      <w:pPr>
        <w:spacing w:after="0" w:line="240" w:lineRule="auto"/>
      </w:pPr>
      <w:r>
        <w:separator/>
      </w:r>
    </w:p>
  </w:footnote>
  <w:footnote w:type="continuationSeparator" w:id="0">
    <w:p w14:paraId="031A14DF" w14:textId="77777777" w:rsidR="00C10B7D" w:rsidRDefault="00C10B7D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2404C1"/>
    <w:multiLevelType w:val="hybridMultilevel"/>
    <w:tmpl w:val="6D54D254"/>
    <w:lvl w:ilvl="0" w:tplc="35E27058">
      <w:start w:val="3"/>
      <w:numFmt w:val="bullet"/>
      <w:lvlText w:val="-"/>
      <w:lvlJc w:val="left"/>
      <w:pPr>
        <w:ind w:left="524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6A75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064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8534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4234C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76DD2"/>
    <w:rsid w:val="00B9098A"/>
    <w:rsid w:val="00BA6236"/>
    <w:rsid w:val="00BC69E5"/>
    <w:rsid w:val="00BE4040"/>
    <w:rsid w:val="00C10B7D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234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960D2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4C537CB-168E-47E6-B97A-E293E25D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8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COCHINARD Christine ATTACHE ADMI</cp:lastModifiedBy>
  <cp:revision>7</cp:revision>
  <dcterms:created xsi:type="dcterms:W3CDTF">2024-05-22T14:17:00Z</dcterms:created>
  <dcterms:modified xsi:type="dcterms:W3CDTF">2025-10-13T12:25:00Z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